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D0" w:rsidRPr="0024730D" w:rsidRDefault="00E34DD0" w:rsidP="00DA474F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34DD0" w:rsidRPr="0024730D" w:rsidRDefault="00E34DD0" w:rsidP="00DA474F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24730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РЕЦЕНЗІЯ</w:t>
      </w:r>
    </w:p>
    <w:p w:rsidR="00E34DD0" w:rsidRPr="0024730D" w:rsidRDefault="00E34DD0" w:rsidP="00DA474F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24730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наукову роботу</w:t>
      </w:r>
      <w:r w:rsidRPr="0024730D">
        <w:rPr>
          <w:rFonts w:ascii="Times New Roman" w:hAnsi="Times New Roman" w:cs="Times New Roman"/>
          <w:sz w:val="28"/>
          <w:szCs w:val="28"/>
          <w:lang w:eastAsia="uk-UA"/>
        </w:rPr>
        <w:t xml:space="preserve"> __________Історія становлення представлену на Конкурс</w:t>
      </w:r>
    </w:p>
    <w:p w:rsidR="00E34DD0" w:rsidRPr="0024730D" w:rsidRDefault="00E34DD0" w:rsidP="00DA474F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24730D">
        <w:rPr>
          <w:rFonts w:ascii="Times New Roman" w:hAnsi="Times New Roman" w:cs="Times New Roman"/>
          <w:sz w:val="18"/>
          <w:szCs w:val="18"/>
          <w:lang w:eastAsia="uk-UA"/>
        </w:rPr>
        <w:t>(шифр)</w:t>
      </w:r>
    </w:p>
    <w:p w:rsidR="00E34DD0" w:rsidRPr="0024730D" w:rsidRDefault="00E34DD0" w:rsidP="00DA474F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24730D">
        <w:rPr>
          <w:rFonts w:ascii="Times New Roman" w:hAnsi="Times New Roman" w:cs="Times New Roman"/>
          <w:sz w:val="28"/>
          <w:szCs w:val="28"/>
          <w:lang w:eastAsia="uk-UA"/>
        </w:rPr>
        <w:t>з ________________________________________________________________</w:t>
      </w:r>
    </w:p>
    <w:p w:rsidR="00E34DD0" w:rsidRPr="0024730D" w:rsidRDefault="00E34DD0" w:rsidP="00DA474F">
      <w:pPr>
        <w:spacing w:after="0" w:line="240" w:lineRule="auto"/>
        <w:ind w:right="279"/>
        <w:rPr>
          <w:rFonts w:ascii="Times New Roman" w:hAnsi="Times New Roman" w:cs="Times New Roman"/>
          <w:sz w:val="18"/>
          <w:szCs w:val="18"/>
          <w:lang w:eastAsia="ru-RU"/>
        </w:rPr>
      </w:pPr>
      <w:r w:rsidRPr="002473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2473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2473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2473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2473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24730D">
        <w:rPr>
          <w:rFonts w:ascii="Times New Roman" w:hAnsi="Times New Roman" w:cs="Times New Roman"/>
          <w:sz w:val="18"/>
          <w:szCs w:val="18"/>
          <w:lang w:eastAsia="ru-RU"/>
        </w:rPr>
        <w:t xml:space="preserve">    (назва галузі знань, спеціальності, спеціалізації)</w:t>
      </w:r>
    </w:p>
    <w:p w:rsidR="00E34DD0" w:rsidRPr="0024730D" w:rsidRDefault="00E34DD0" w:rsidP="00DA474F">
      <w:pPr>
        <w:spacing w:after="0" w:line="240" w:lineRule="auto"/>
        <w:ind w:right="279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Характеристики та критерії оцінки рукопису наукової роботи</w:t>
            </w:r>
            <w:r w:rsidRPr="0024730D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  <w:footnoteReference w:id="2"/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Бали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Якість оформлення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публікації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11.1</w:t>
            </w:r>
          </w:p>
        </w:tc>
        <w:tc>
          <w:tcPr>
            <w:tcW w:w="6120" w:type="dxa"/>
          </w:tcPr>
          <w:p w:rsidR="00E34DD0" w:rsidRPr="0024730D" w:rsidRDefault="00E34DD0" w:rsidP="0024730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 визначенні об’єктаі предмета дослідження автор припустився помилок.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відсутня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Задекларовані методи дослідження в</w:t>
            </w:r>
            <w:bookmarkStart w:id="0" w:name="_GoBack"/>
            <w:bookmarkEnd w:id="0"/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икористані лише частково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11.4</w:t>
            </w:r>
          </w:p>
        </w:tc>
        <w:tc>
          <w:tcPr>
            <w:tcW w:w="6120" w:type="dxa"/>
          </w:tcPr>
          <w:p w:rsidR="00E34DD0" w:rsidRPr="0024730D" w:rsidRDefault="00E34DD0" w:rsidP="0024272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 говорити про теоретичні наукові результати відсутні.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11.5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11.6</w:t>
            </w:r>
          </w:p>
        </w:tc>
        <w:tc>
          <w:tcPr>
            <w:tcW w:w="6120" w:type="dxa"/>
          </w:tcPr>
          <w:p w:rsidR="00E34DD0" w:rsidRPr="0024730D" w:rsidRDefault="00E34DD0" w:rsidP="00A96751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навіть вказаних у списку літератури робіт є невисокий. Приміром, під позицією 2 у списку літератури прізвище автора наведено невірно.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11.7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має компілятивний характер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11.8</w:t>
            </w:r>
          </w:p>
        </w:tc>
        <w:tc>
          <w:tcPr>
            <w:tcW w:w="6120" w:type="dxa"/>
          </w:tcPr>
          <w:p w:rsidR="00E34DD0" w:rsidRPr="0024730D" w:rsidRDefault="00E34DD0" w:rsidP="00397810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роботі зустрічаютьсячисельні стилістичні, граматичні та технічні огріхи.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11.9</w:t>
            </w:r>
          </w:p>
        </w:tc>
        <w:tc>
          <w:tcPr>
            <w:tcW w:w="612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28" w:type="dxa"/>
          </w:tcPr>
          <w:p w:rsidR="00E34DD0" w:rsidRPr="0024730D" w:rsidRDefault="00E34DD0" w:rsidP="00676D36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11.10</w:t>
            </w:r>
          </w:p>
        </w:tc>
        <w:tc>
          <w:tcPr>
            <w:tcW w:w="6120" w:type="dxa"/>
          </w:tcPr>
          <w:p w:rsidR="00E34DD0" w:rsidRPr="0024730D" w:rsidRDefault="00E34DD0" w:rsidP="002F4B7A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 вказано, наскільки об’єктивними чи суб’єктивними є досліджувані джерела, зокрема використані автором матеріали Вікіпедії.</w:t>
            </w:r>
          </w:p>
        </w:tc>
        <w:tc>
          <w:tcPr>
            <w:tcW w:w="1980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34DD0" w:rsidRPr="007B6017">
        <w:tc>
          <w:tcPr>
            <w:tcW w:w="8928" w:type="dxa"/>
            <w:gridSpan w:val="3"/>
          </w:tcPr>
          <w:p w:rsidR="00E34DD0" w:rsidRPr="0024730D" w:rsidRDefault="00E34DD0" w:rsidP="00676D3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Сума балів</w:t>
            </w:r>
          </w:p>
        </w:tc>
        <w:tc>
          <w:tcPr>
            <w:tcW w:w="927" w:type="dxa"/>
          </w:tcPr>
          <w:p w:rsidR="00E34DD0" w:rsidRPr="0024730D" w:rsidRDefault="00E34DD0" w:rsidP="00676D36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730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</w:tr>
    </w:tbl>
    <w:p w:rsidR="00E34DD0" w:rsidRPr="0024730D" w:rsidRDefault="00E34DD0" w:rsidP="00DA474F">
      <w:pPr>
        <w:spacing w:after="0" w:line="240" w:lineRule="auto"/>
        <w:ind w:left="-180" w:right="279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E34DD0" w:rsidRPr="0024730D" w:rsidSect="00676D36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DD0" w:rsidRDefault="00E34DD0" w:rsidP="00DA474F">
      <w:pPr>
        <w:spacing w:after="0" w:line="240" w:lineRule="auto"/>
      </w:pPr>
      <w:r>
        <w:separator/>
      </w:r>
    </w:p>
  </w:endnote>
  <w:endnote w:type="continuationSeparator" w:id="1">
    <w:p w:rsidR="00E34DD0" w:rsidRDefault="00E34DD0" w:rsidP="00DA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DD0" w:rsidRDefault="00E34DD0" w:rsidP="00DA474F">
      <w:pPr>
        <w:spacing w:after="0" w:line="240" w:lineRule="auto"/>
      </w:pPr>
      <w:r>
        <w:separator/>
      </w:r>
    </w:p>
  </w:footnote>
  <w:footnote w:type="continuationSeparator" w:id="1">
    <w:p w:rsidR="00E34DD0" w:rsidRDefault="00E34DD0" w:rsidP="00DA474F">
      <w:pPr>
        <w:spacing w:after="0" w:line="240" w:lineRule="auto"/>
      </w:pPr>
      <w:r>
        <w:continuationSeparator/>
      </w:r>
    </w:p>
  </w:footnote>
  <w:footnote w:id="2">
    <w:p w:rsidR="00E34DD0" w:rsidRDefault="00E34DD0" w:rsidP="00DA474F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0B1"/>
    <w:rsid w:val="00011D33"/>
    <w:rsid w:val="0015481E"/>
    <w:rsid w:val="0024272F"/>
    <w:rsid w:val="0024730D"/>
    <w:rsid w:val="002F4B7A"/>
    <w:rsid w:val="00397810"/>
    <w:rsid w:val="00676D36"/>
    <w:rsid w:val="006B4B9D"/>
    <w:rsid w:val="00714388"/>
    <w:rsid w:val="007B6017"/>
    <w:rsid w:val="00886CA5"/>
    <w:rsid w:val="008F301D"/>
    <w:rsid w:val="0090314E"/>
    <w:rsid w:val="009130B1"/>
    <w:rsid w:val="00936896"/>
    <w:rsid w:val="00A96751"/>
    <w:rsid w:val="00AB4365"/>
    <w:rsid w:val="00AB49C2"/>
    <w:rsid w:val="00BD1F64"/>
    <w:rsid w:val="00BD527D"/>
    <w:rsid w:val="00BF77C2"/>
    <w:rsid w:val="00CE185C"/>
    <w:rsid w:val="00DA474F"/>
    <w:rsid w:val="00E34DD0"/>
    <w:rsid w:val="00E67FE0"/>
    <w:rsid w:val="00F3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74F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A47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474F"/>
  </w:style>
  <w:style w:type="paragraph" w:styleId="FootnoteText">
    <w:name w:val="footnote text"/>
    <w:basedOn w:val="Normal"/>
    <w:link w:val="FootnoteTextChar"/>
    <w:uiPriority w:val="99"/>
    <w:semiHidden/>
    <w:rsid w:val="00DA47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A474F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DA47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1</Pages>
  <Words>242</Words>
  <Characters>1385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2018-03-23T20:22:00Z</dcterms:created>
  <dcterms:modified xsi:type="dcterms:W3CDTF">2018-03-26T15:41:00Z</dcterms:modified>
</cp:coreProperties>
</file>